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1FB6BE49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Le présent cadre de mémoire technique concerne le lot n° </w:t>
      </w:r>
      <w:r w:rsidR="008E5280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2</w:t>
      </w: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 xml:space="preserve"> – création de routes - U.T </w:t>
      </w:r>
      <w:r w:rsidR="008E5280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Saint-Germain - Versailles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0B76C260" w14:textId="77777777" w:rsidR="008E5280" w:rsidRDefault="008E5280" w:rsidP="001B35F5">
      <w:pPr>
        <w:rPr>
          <w:rFonts w:ascii="Marianne" w:hAnsi="Marianne" w:cs="Arial"/>
          <w:sz w:val="20"/>
          <w:szCs w:val="20"/>
        </w:rPr>
      </w:pPr>
    </w:p>
    <w:p w14:paraId="668AC8E6" w14:textId="48EFF951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Agence Ile-de-France Ouest</w:t>
      </w:r>
    </w:p>
    <w:p w14:paraId="61DE0B02" w14:textId="67E9B082" w:rsidR="008E5280" w:rsidRDefault="008E5280" w:rsidP="001B35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27 rue Edouard Charton</w:t>
      </w:r>
    </w:p>
    <w:p w14:paraId="34A8975E" w14:textId="4A9E00CB" w:rsidR="008E5280" w:rsidRPr="00720684" w:rsidRDefault="008E5280" w:rsidP="001B35F5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78 000 Versailles</w:t>
      </w:r>
    </w:p>
    <w:p w14:paraId="52BEE38E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3A5E84A3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57134372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</w:p>
    <w:p w14:paraId="190F4B47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jugeraient utiles en fin de document.</w:t>
      </w:r>
    </w:p>
    <w:p w14:paraId="7AC7949E" w14:textId="77777777" w:rsidR="0082659A" w:rsidRPr="0060599F" w:rsidRDefault="0082659A" w:rsidP="0082659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559D699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12E86075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77C92E7C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C093DE9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0998FF0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D7C2188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E1F39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EEE785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D8C417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8B8E0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86A02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2BA908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4719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4A76602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501146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57947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8C56CA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8E52373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8DA6C7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A43FC6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D35F82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A7D744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9E31459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7906FA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B19156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C576DF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123144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9CE607A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D58236E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953F72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53D2B8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6BB686D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A2190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6BA61B6B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5E76D2D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F82EBB5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C99265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A5FC7AC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77BC796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02A47E8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B964A3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4FA93B81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2A5C9E74" w14:textId="77777777" w:rsidR="0082659A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3E3792C5" w14:textId="77777777" w:rsidR="0082659A" w:rsidRPr="001C4F19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7506661B" w14:textId="77777777" w:rsidR="0082659A" w:rsidRPr="007913E8" w:rsidRDefault="0082659A" w:rsidP="0082659A">
      <w:pPr>
        <w:widowControl w:val="0"/>
        <w:rPr>
          <w:rFonts w:ascii="Marianne" w:hAnsi="Marianne" w:cs="Arial"/>
          <w:u w:val="single"/>
        </w:rPr>
      </w:pPr>
    </w:p>
    <w:p w14:paraId="11881226" w14:textId="77777777" w:rsidR="0082659A" w:rsidRPr="0060599F" w:rsidRDefault="0082659A" w:rsidP="0082659A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2C2CE47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46817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8E1042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B690A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7D07B5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18B82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35CD00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AA5C17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3FB9DC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E0302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A3709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22AA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AFC1D3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F9FF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5C706C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F5ADDC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FACF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FFACBD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69E35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439FA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D51A1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FB0ED5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18E8B3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E5CB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B7E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0030C1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F3EB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A6435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471359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22DB4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42BCF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558DDF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D49604B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30003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28E43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6C1811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8820A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CD2A6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CDF906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7B365B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851A3B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F01E6C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6FFA84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8E77D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3D656D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CE78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BEE02B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4EC58D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1908E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D771C79" w14:textId="77777777" w:rsidR="0082659A" w:rsidRPr="0060599F" w:rsidRDefault="0082659A" w:rsidP="0082659A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3-Mesures proposées pour préserver l’environnement forestier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7D8C1B4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2FF8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86546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5FF09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9DE28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07BFFD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65D252E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E68082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0D09E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742691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C686B2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02A57B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3740DD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6434BA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EB9B35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520CAA6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60AF9D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E1F045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6F685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59337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17DCE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D827C1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1E0111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BFD88A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870904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15C390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A03B83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5BBE5863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51C254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B98EDB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E4D0E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92F5A6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8AC0080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99C1B9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4DB820A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418A21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00EE16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5EA548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49BABC8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BDE7071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3F8C4EC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B71D2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FE75555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C1A619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680DEF9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9AE2E67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2A37137D" w14:textId="77777777" w:rsidR="0082659A" w:rsidRPr="007913E8" w:rsidRDefault="0082659A" w:rsidP="0082659A">
      <w:pPr>
        <w:widowControl w:val="0"/>
        <w:rPr>
          <w:rFonts w:ascii="Marianne" w:hAnsi="Marianne" w:cs="Arial"/>
        </w:rPr>
      </w:pPr>
    </w:p>
    <w:p w14:paraId="1DF375CF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1FFB400C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04D4C888" w14:textId="77777777" w:rsidR="0082659A" w:rsidRDefault="0082659A" w:rsidP="0082659A">
      <w:pPr>
        <w:widowControl w:val="0"/>
        <w:rPr>
          <w:rFonts w:ascii="Marianne" w:hAnsi="Marianne" w:cs="Arial"/>
        </w:rPr>
      </w:pPr>
    </w:p>
    <w:p w14:paraId="721DB769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color w:val="FF0000"/>
          <w:u w:val="single"/>
        </w:rPr>
      </w:pPr>
    </w:p>
    <w:p w14:paraId="79122536" w14:textId="77777777" w:rsidR="0082659A" w:rsidRPr="0060599F" w:rsidRDefault="0082659A" w:rsidP="0082659A">
      <w:pPr>
        <w:widowControl w:val="0"/>
        <w:ind w:left="644" w:hanging="644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4- Modalités proposées pour la gestion des déchets de chantier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482A8260" w14:textId="77777777" w:rsidR="0082659A" w:rsidRPr="00720684" w:rsidRDefault="0082659A" w:rsidP="0082659A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sectPr w:rsidR="001B35F5" w:rsidRPr="00720684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55BB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2659A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E5280"/>
    <w:rsid w:val="008E7C03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BF5B6C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28AE"/>
    <w:rsid w:val="00DB0FA0"/>
    <w:rsid w:val="00DB1728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BF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19</TotalTime>
  <Pages>5</Pages>
  <Words>254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12</cp:revision>
  <cp:lastPrinted>2017-04-03T09:28:00Z</cp:lastPrinted>
  <dcterms:created xsi:type="dcterms:W3CDTF">2019-03-15T11:23:00Z</dcterms:created>
  <dcterms:modified xsi:type="dcterms:W3CDTF">2025-06-18T13:36:00Z</dcterms:modified>
</cp:coreProperties>
</file>